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E0FF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E0FF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E0FF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E0FF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3D6261">
      <w:rPr>
        <w:szCs w:val="24"/>
      </w:rPr>
      <w:t>2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3D6261">
      <w:rPr>
        <w:szCs w:val="24"/>
      </w:rPr>
      <w:t>3</w:t>
    </w:r>
    <w:r w:rsidR="00EE0FF1">
      <w:rPr>
        <w:szCs w:val="24"/>
      </w:rPr>
      <w:t>613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B2DB0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D6261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5117E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25E"/>
    <w:rsid w:val="00E46CFE"/>
    <w:rsid w:val="00E543A8"/>
    <w:rsid w:val="00E56357"/>
    <w:rsid w:val="00E7275B"/>
    <w:rsid w:val="00E92469"/>
    <w:rsid w:val="00EA3ACE"/>
    <w:rsid w:val="00ED7834"/>
    <w:rsid w:val="00EE0FF1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4034085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34B25-BDF6-4BC8-BAF0-2FA748F8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20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11</cp:revision>
  <cp:lastPrinted>2017-10-31T13:48:00Z</cp:lastPrinted>
  <dcterms:created xsi:type="dcterms:W3CDTF">2020-11-06T15:46:00Z</dcterms:created>
  <dcterms:modified xsi:type="dcterms:W3CDTF">2022-06-15T09:52:00Z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