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  <w:bookmarkStart w:id="0" w:name="_GoBack"/>
      <w:bookmarkEnd w:id="0"/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94630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9463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9463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9463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394630">
      <w:rPr>
        <w:szCs w:val="24"/>
      </w:rPr>
      <w:t>2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6E3873" w:rsidRPr="006E3873">
      <w:rPr>
        <w:szCs w:val="24"/>
      </w:rPr>
      <w:t>1002</w:t>
    </w:r>
    <w:r w:rsidR="00394630">
      <w:rPr>
        <w:szCs w:val="24"/>
      </w:rPr>
      <w:t>3127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5B2D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4630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387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911C5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5A451753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6DCB1-05F6-4DC5-92AF-AC8F36D0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9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17</cp:revision>
  <cp:lastPrinted>2017-10-31T13:48:00Z</cp:lastPrinted>
  <dcterms:created xsi:type="dcterms:W3CDTF">2020-11-06T15:46:00Z</dcterms:created>
  <dcterms:modified xsi:type="dcterms:W3CDTF">2022-03-07T13:51:00Z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