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  <w:bookmarkStart w:id="0" w:name="_GoBack"/>
      <w:bookmarkEnd w:id="0"/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5D516F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5D516F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5D516F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5D516F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272F7D" w:rsidRDefault="00272F7D" w:rsidP="00272F7D">
    <w:pPr>
      <w:pStyle w:val="Header"/>
      <w:jc w:val="right"/>
      <w:rPr>
        <w:rFonts w:eastAsia="SimSun"/>
      </w:rPr>
    </w:pPr>
    <w:r w:rsidRPr="00272F7D">
      <w:rPr>
        <w:szCs w:val="24"/>
      </w:rPr>
      <w:t>I</w:t>
    </w:r>
    <w:r w:rsidR="005D516F">
      <w:rPr>
        <w:szCs w:val="24"/>
      </w:rPr>
      <w:t>O/22/CFE/10023281</w:t>
    </w:r>
    <w:r w:rsidRPr="00272F7D">
      <w:rPr>
        <w:szCs w:val="24"/>
      </w:rPr>
      <w:t>/ADC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81C96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1F3C80"/>
    <w:rsid w:val="00215B2D"/>
    <w:rsid w:val="00216B72"/>
    <w:rsid w:val="00222547"/>
    <w:rsid w:val="00227266"/>
    <w:rsid w:val="00235A41"/>
    <w:rsid w:val="002468C7"/>
    <w:rsid w:val="00256341"/>
    <w:rsid w:val="0027164D"/>
    <w:rsid w:val="00272F7D"/>
    <w:rsid w:val="00296F7A"/>
    <w:rsid w:val="002A0158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516F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387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E33C1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4428"/>
    <w:rsid w:val="00B87742"/>
    <w:rsid w:val="00BA5911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97CC7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1263"/>
    <w:rsid w:val="00D64881"/>
    <w:rsid w:val="00D6779E"/>
    <w:rsid w:val="00D679F0"/>
    <w:rsid w:val="00D72CC4"/>
    <w:rsid w:val="00D867DC"/>
    <w:rsid w:val="00DA6D0F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26209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59ED08AB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FFBF5-76ED-4665-B64C-38CCAF7C2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12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Dubuc Aurelie</cp:lastModifiedBy>
  <cp:revision>19</cp:revision>
  <cp:lastPrinted>2017-10-31T13:48:00Z</cp:lastPrinted>
  <dcterms:created xsi:type="dcterms:W3CDTF">2020-11-06T15:46:00Z</dcterms:created>
  <dcterms:modified xsi:type="dcterms:W3CDTF">2022-03-16T10:39:00Z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