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1258C2" w:rsidRDefault="00F73753" w:rsidP="00B13589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B13589" w:rsidRPr="00015E18">
        <w:rPr>
          <w:rFonts w:eastAsia="Calibri"/>
          <w:b/>
          <w:bCs/>
          <w:sz w:val="28"/>
          <w:szCs w:val="28"/>
          <w:lang w:eastAsia="ja-JP"/>
        </w:rPr>
        <w:t>Support for Propellant Modelling of Disruption Mitigation System</w:t>
      </w:r>
    </w:p>
    <w:p w:rsidR="002B7466" w:rsidRDefault="00B13589" w:rsidP="00B13589">
      <w:pPr>
        <w:spacing w:line="280" w:lineRule="exact"/>
        <w:jc w:val="center"/>
        <w:rPr>
          <w:b/>
          <w:sz w:val="28"/>
          <w:szCs w:val="28"/>
        </w:rPr>
      </w:pPr>
      <w:r w:rsidRPr="00B13589">
        <w:rPr>
          <w:b/>
          <w:sz w:val="28"/>
          <w:szCs w:val="28"/>
        </w:rPr>
        <w:t>IO/21/CFE/10022590/INU</w:t>
      </w:r>
    </w:p>
    <w:p w:rsidR="00B13589" w:rsidRDefault="00B13589" w:rsidP="00B13589">
      <w:pPr>
        <w:spacing w:line="280" w:lineRule="exact"/>
        <w:jc w:val="center"/>
        <w:rPr>
          <w:b/>
          <w:snapToGrid w:val="0"/>
          <w:lang w:eastAsia="en-US"/>
        </w:rPr>
      </w:pPr>
      <w:bookmarkStart w:id="0" w:name="_GoBack"/>
      <w:bookmarkEnd w:id="0"/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3589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EDA5D4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0</TotalTime>
  <Pages>1</Pages>
  <Words>207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2021-11-25T09:50:00Z</dcterms:created>
  <dcterms:modified xsi:type="dcterms:W3CDTF">2021-11-25T09:50:00Z</dcterms:modified>
</cp:coreProperties>
</file>