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A6D0F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A6D0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A6D0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A6D0F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DA6D0F">
      <w:rPr>
        <w:szCs w:val="24"/>
      </w:rPr>
      <w:t>137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D5FD837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64B4-9879-4B80-A6E8-18DA6EE6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7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12</cp:revision>
  <cp:lastPrinted>2017-10-31T13:48:00Z</cp:lastPrinted>
  <dcterms:created xsi:type="dcterms:W3CDTF">2020-11-06T15:46:00Z</dcterms:created>
  <dcterms:modified xsi:type="dcterms:W3CDTF">2021-09-29T15:36:00Z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