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2620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2620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2620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2620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2002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F2BD677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4E0F-E6EC-46E4-A0F3-6C765BD7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7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10</cp:revision>
  <cp:lastPrinted>2017-10-31T13:48:00Z</cp:lastPrinted>
  <dcterms:created xsi:type="dcterms:W3CDTF">2020-11-06T15:46:00Z</dcterms:created>
  <dcterms:modified xsi:type="dcterms:W3CDTF">2021-09-09T12:26:00Z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