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  <w:bookmarkStart w:id="0" w:name="_GoBack"/>
      <w:bookmarkEnd w:id="0"/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C73914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C7391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C7391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C7391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</w:t>
    </w:r>
    <w:r w:rsidR="007437B7">
      <w:rPr>
        <w:szCs w:val="24"/>
      </w:rPr>
      <w:t>1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7437B7" w:rsidRPr="007437B7">
      <w:rPr>
        <w:szCs w:val="24"/>
      </w:rPr>
      <w:t>1002</w:t>
    </w:r>
    <w:r w:rsidR="00C73914">
      <w:rPr>
        <w:szCs w:val="24"/>
      </w:rPr>
      <w:t>1672</w:t>
    </w:r>
    <w:r w:rsidRPr="00415540">
      <w:rPr>
        <w:szCs w:val="24"/>
      </w:rPr>
      <w:t>/</w:t>
    </w:r>
    <w:r w:rsidR="00C73914">
      <w:rPr>
        <w:szCs w:val="24"/>
      </w:rPr>
      <w:t>BBE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4428"/>
    <w:rsid w:val="00B87742"/>
    <w:rsid w:val="00BA5911"/>
    <w:rsid w:val="00BB34CA"/>
    <w:rsid w:val="00BB4D35"/>
    <w:rsid w:val="00BC3140"/>
    <w:rsid w:val="00BD7504"/>
    <w:rsid w:val="00BE4950"/>
    <w:rsid w:val="00C36338"/>
    <w:rsid w:val="00C50428"/>
    <w:rsid w:val="00C73914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60A7B6DA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F5AEA-49C0-4AE3-94C4-A82526FBF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0</TotalTime>
  <Pages>2</Pages>
  <Words>95</Words>
  <Characters>650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Boutiere Brigitte EXT</cp:lastModifiedBy>
  <cp:revision>2</cp:revision>
  <cp:lastPrinted>2017-10-31T13:48:00Z</cp:lastPrinted>
  <dcterms:created xsi:type="dcterms:W3CDTF">2021-07-07T09:21:00Z</dcterms:created>
  <dcterms:modified xsi:type="dcterms:W3CDTF">2021-07-07T09:21:00Z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