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A5DAF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A5DA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A5DA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A5DA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BB2971">
      <w:rPr>
        <w:i/>
        <w:szCs w:val="24"/>
      </w:rPr>
      <w:t>100213</w:t>
    </w:r>
    <w:r w:rsidR="000A5DAF">
      <w:rPr>
        <w:i/>
        <w:szCs w:val="24"/>
      </w:rPr>
      <w:t>72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5DAF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2971"/>
    <w:rsid w:val="00BB34CA"/>
    <w:rsid w:val="00BB4D35"/>
    <w:rsid w:val="00BB4FB3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0EC1FD7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A86A7-DEF5-4DA8-9CCA-25C398F4C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2021-06-24T08:31:00Z</dcterms:created>
  <dcterms:modified xsi:type="dcterms:W3CDTF">2021-06-24T08:31:00Z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