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  <w:bookmarkStart w:id="0" w:name="_GoBack"/>
      <w:bookmarkEnd w:id="0"/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altName w:val="Bell M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E79C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E79C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E79C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E79C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FE79C4">
      <w:rPr>
        <w:i/>
        <w:szCs w:val="24"/>
      </w:rPr>
      <w:t>10021097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E79C4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9F564C1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6CA87-AEC9-4668-AA66-E158B0572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2021-04-12T12:30:00Z</dcterms:created>
  <dcterms:modified xsi:type="dcterms:W3CDTF">2021-04-12T12:30:00Z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