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  <w:bookmarkStart w:id="0" w:name="_GoBack"/>
      <w:bookmarkEnd w:id="0"/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A5911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A591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A591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A591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7437B7" w:rsidRPr="007437B7">
      <w:rPr>
        <w:szCs w:val="24"/>
      </w:rPr>
      <w:t>10020</w:t>
    </w:r>
    <w:r w:rsidR="00BA5911">
      <w:rPr>
        <w:szCs w:val="24"/>
      </w:rPr>
      <w:t>61</w:t>
    </w:r>
    <w:r w:rsidR="00FF3236">
      <w:rPr>
        <w:szCs w:val="24"/>
      </w:rPr>
      <w:t>5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3B8D9D29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6A6BF-9EE2-4BC9-B5BE-FB145A707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5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6</cp:revision>
  <cp:lastPrinted>2017-10-31T13:48:00Z</cp:lastPrinted>
  <dcterms:created xsi:type="dcterms:W3CDTF">2020-11-06T15:46:00Z</dcterms:created>
  <dcterms:modified xsi:type="dcterms:W3CDTF">2021-02-12T08:47:00Z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