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  <w:bookmarkStart w:id="0" w:name="_GoBack"/>
      <w:bookmarkEnd w:id="0"/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6A5112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6A5112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6A5112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6A5112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20/CFE</w:t>
    </w:r>
    <w:r w:rsidRPr="005F3AFF">
      <w:rPr>
        <w:szCs w:val="24"/>
      </w:rPr>
      <w:t>/</w:t>
    </w:r>
    <w:r w:rsidR="008125A1">
      <w:rPr>
        <w:i/>
        <w:szCs w:val="24"/>
      </w:rPr>
      <w:t>1001986</w:t>
    </w:r>
    <w:r w:rsidR="006A5112">
      <w:rPr>
        <w:i/>
        <w:szCs w:val="24"/>
      </w:rPr>
      <w:t>9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643D5B">
      <w:rPr>
        <w:i/>
        <w:szCs w:val="24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3D5B"/>
    <w:rsid w:val="0064476B"/>
    <w:rsid w:val="00690724"/>
    <w:rsid w:val="006A5112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25A1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95B2D3C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FA307-45F7-4FB4-8B0B-A001426FB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0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2</cp:revision>
  <cp:lastPrinted>2017-10-31T13:48:00Z</cp:lastPrinted>
  <dcterms:created xsi:type="dcterms:W3CDTF">2020-10-06T12:34:00Z</dcterms:created>
  <dcterms:modified xsi:type="dcterms:W3CDTF">2020-10-06T12:34:00Z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