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0578F0">
        <w:rPr>
          <w:b/>
          <w:i/>
          <w:sz w:val="28"/>
          <w:szCs w:val="28"/>
          <w:u w:val="single"/>
        </w:rPr>
        <w:t xml:space="preserve">ANNEX </w:t>
      </w:r>
      <w:r w:rsidR="000578F0">
        <w:rPr>
          <w:b/>
          <w:i/>
          <w:sz w:val="28"/>
          <w:szCs w:val="28"/>
          <w:u w:val="single"/>
        </w:rPr>
        <w:t xml:space="preserve">IV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F73753" w:rsidRDefault="00F73753" w:rsidP="00F73753">
      <w:pPr>
        <w:suppressAutoHyphens/>
        <w:ind w:right="-427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C90286" w:rsidRPr="00FA700B" w:rsidRDefault="00F73753" w:rsidP="00C90286">
      <w:pPr>
        <w:spacing w:after="120"/>
        <w:jc w:val="center"/>
        <w:rPr>
          <w:b/>
        </w:rPr>
      </w:pPr>
      <w:r w:rsidRPr="008E3F97">
        <w:rPr>
          <w:b/>
          <w:sz w:val="28"/>
          <w:szCs w:val="28"/>
        </w:rPr>
        <w:t>Contract:</w:t>
      </w:r>
      <w:r w:rsidR="000578F0" w:rsidRPr="008E3F97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C90286">
        <w:rPr>
          <w:b/>
        </w:rPr>
        <w:t>Engineering Design Su</w:t>
      </w:r>
      <w:bookmarkStart w:id="0" w:name="_GoBack"/>
      <w:bookmarkEnd w:id="0"/>
      <w:r w:rsidR="00C90286">
        <w:rPr>
          <w:b/>
        </w:rPr>
        <w:t xml:space="preserve">pport for In-Vessel Assembly </w:t>
      </w:r>
      <w:r w:rsidR="00C90286" w:rsidRPr="00FA700B">
        <w:rPr>
          <w:b/>
        </w:rPr>
        <w:t>Phase 1</w:t>
      </w:r>
    </w:p>
    <w:p w:rsidR="008E3F97" w:rsidRPr="008E3F97" w:rsidRDefault="008E3F97" w:rsidP="00C3035F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</w:p>
    <w:p w:rsidR="002F65EC" w:rsidRPr="008E3F97" w:rsidRDefault="00F73753" w:rsidP="002F65EC">
      <w:pPr>
        <w:jc w:val="center"/>
        <w:rPr>
          <w:b/>
          <w:sz w:val="28"/>
          <w:szCs w:val="28"/>
        </w:rPr>
      </w:pPr>
      <w:r w:rsidRPr="008E3F97">
        <w:rPr>
          <w:b/>
          <w:sz w:val="28"/>
          <w:szCs w:val="28"/>
        </w:rPr>
        <w:t>Reference:</w:t>
      </w:r>
      <w:r w:rsidRPr="008E3F97">
        <w:rPr>
          <w:b/>
          <w:sz w:val="28"/>
          <w:szCs w:val="28"/>
        </w:rPr>
        <w:tab/>
        <w:t xml:space="preserve"> </w:t>
      </w:r>
      <w:r w:rsidR="002F65EC" w:rsidRPr="008E3F97">
        <w:rPr>
          <w:rFonts w:eastAsia="Tahoma"/>
          <w:b/>
          <w:sz w:val="28"/>
          <w:szCs w:val="28"/>
        </w:rPr>
        <w:t>IO/</w:t>
      </w:r>
      <w:r w:rsidR="002F65EC" w:rsidRPr="008E3F97">
        <w:rPr>
          <w:rFonts w:eastAsia="Tahoma"/>
          <w:b/>
          <w:i/>
          <w:sz w:val="28"/>
          <w:szCs w:val="28"/>
        </w:rPr>
        <w:t>20</w:t>
      </w:r>
      <w:r w:rsidR="002F65EC" w:rsidRPr="008E3F97">
        <w:rPr>
          <w:rFonts w:eastAsia="Tahoma"/>
          <w:b/>
          <w:sz w:val="28"/>
          <w:szCs w:val="28"/>
        </w:rPr>
        <w:t>/CFE/</w:t>
      </w:r>
      <w:r w:rsidR="008E3F97" w:rsidRPr="008E3F97">
        <w:rPr>
          <w:rFonts w:eastAsia="Tahoma"/>
          <w:b/>
          <w:i/>
          <w:sz w:val="28"/>
          <w:szCs w:val="28"/>
        </w:rPr>
        <w:t>10020061</w:t>
      </w:r>
      <w:r w:rsidR="002F65EC" w:rsidRPr="008E3F97">
        <w:rPr>
          <w:rFonts w:eastAsia="Tahoma"/>
          <w:b/>
          <w:i/>
          <w:sz w:val="28"/>
          <w:szCs w:val="28"/>
        </w:rPr>
        <w:t>/ADC</w:t>
      </w:r>
    </w:p>
    <w:p w:rsidR="00F73753" w:rsidRPr="00A41749" w:rsidRDefault="00F73753" w:rsidP="002F65EC">
      <w:pPr>
        <w:suppressAutoHyphens/>
        <w:ind w:right="-427"/>
        <w:rPr>
          <w:b/>
          <w:sz w:val="28"/>
          <w:szCs w:val="28"/>
        </w:rPr>
      </w:pP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 xml:space="preserve">(To </w:t>
      </w:r>
      <w:proofErr w:type="gramStart"/>
      <w:r w:rsidRPr="00BC4F6A">
        <w:rPr>
          <w:b/>
          <w:i/>
          <w:sz w:val="22"/>
          <w:szCs w:val="22"/>
        </w:rPr>
        <w:t>be completed</w:t>
      </w:r>
      <w:proofErr w:type="gramEnd"/>
      <w:r w:rsidRPr="00BC4F6A">
        <w:rPr>
          <w:b/>
          <w:i/>
          <w:sz w:val="22"/>
          <w:szCs w:val="22"/>
        </w:rPr>
        <w:t xml:space="preserve">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0212ED">
        <w:t>I</w:t>
      </w:r>
      <w:r w:rsidR="003E4DA9" w:rsidRPr="000212ED">
        <w:t xml:space="preserve"> </w:t>
      </w:r>
      <w:r w:rsidRPr="000212ED">
        <w:t>the undersigned, hereby declare that I</w:t>
      </w:r>
      <w:r w:rsidR="003E4DA9" w:rsidRPr="000212ED">
        <w:t xml:space="preserve"> </w:t>
      </w:r>
      <w:r w:rsidRPr="000212ED">
        <w:t xml:space="preserve">agree to </w:t>
      </w:r>
      <w:r w:rsidR="00E155F8" w:rsidRPr="000212ED">
        <w:t xml:space="preserve">take part in the </w:t>
      </w:r>
      <w:r w:rsidRPr="000212ED">
        <w:t xml:space="preserve">above-mentioned </w:t>
      </w:r>
      <w:r w:rsidR="00E155F8" w:rsidRPr="000212ED">
        <w:t>Call for Expertise</w:t>
      </w:r>
      <w:r w:rsidRPr="000212ED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2327D3">
        <w:t>within</w:t>
      </w:r>
      <w:proofErr w:type="gramEnd"/>
      <w:r w:rsidRPr="002327D3">
        <w:t xml:space="preserve">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7D5EF3">
        <w:t xml:space="preserve">kick off date, </w:t>
      </w:r>
      <w:r w:rsidR="003E4DA9" w:rsidRPr="000212ED">
        <w:t xml:space="preserve"> </w:t>
      </w:r>
      <w:r w:rsidR="00A252F0" w:rsidRPr="000212ED">
        <w:t>for</w:t>
      </w:r>
      <w:r w:rsidR="00860A2F" w:rsidRPr="000212ED">
        <w:t xml:space="preserve"> </w:t>
      </w:r>
      <w:r w:rsidR="000212ED" w:rsidRPr="000212ED">
        <w:t xml:space="preserve"> 12</w:t>
      </w:r>
      <w:r w:rsidR="00EC276E" w:rsidRPr="000212ED">
        <w:t xml:space="preserve"> months</w:t>
      </w:r>
      <w:r w:rsidR="000212ED" w:rsidRPr="000212ED">
        <w:t>.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8F0" w:rsidRDefault="000578F0">
      <w:r>
        <w:separator/>
      </w:r>
    </w:p>
  </w:endnote>
  <w:endnote w:type="continuationSeparator" w:id="0">
    <w:p w:rsidR="000578F0" w:rsidRDefault="00057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49" w:rsidRPr="00A41749" w:rsidRDefault="00A41749" w:rsidP="00A41749">
    <w:pPr>
      <w:pStyle w:val="Footer"/>
      <w:jc w:val="right"/>
      <w:rPr>
        <w:i/>
        <w:sz w:val="14"/>
        <w:szCs w:val="16"/>
      </w:rPr>
    </w:pPr>
    <w:r w:rsidRPr="00A41749">
      <w:rPr>
        <w:i/>
        <w:sz w:val="14"/>
        <w:szCs w:val="16"/>
      </w:rPr>
      <w:t>Template reference: ITER_D_4775HM v1.3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8F0" w:rsidRDefault="000578F0">
      <w:r>
        <w:separator/>
      </w:r>
    </w:p>
  </w:footnote>
  <w:footnote w:type="continuationSeparator" w:id="0">
    <w:p w:rsidR="000578F0" w:rsidRDefault="00057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578F0"/>
    <w:rsid w:val="00010B64"/>
    <w:rsid w:val="000212ED"/>
    <w:rsid w:val="0003096A"/>
    <w:rsid w:val="000321F9"/>
    <w:rsid w:val="000355AD"/>
    <w:rsid w:val="00037E0D"/>
    <w:rsid w:val="00042120"/>
    <w:rsid w:val="000453B9"/>
    <w:rsid w:val="00045441"/>
    <w:rsid w:val="0004610A"/>
    <w:rsid w:val="000578F0"/>
    <w:rsid w:val="00071836"/>
    <w:rsid w:val="00081700"/>
    <w:rsid w:val="000A137F"/>
    <w:rsid w:val="000A2EC9"/>
    <w:rsid w:val="000B3A5F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70BBC"/>
    <w:rsid w:val="002A1C34"/>
    <w:rsid w:val="002B4D6F"/>
    <w:rsid w:val="002B7466"/>
    <w:rsid w:val="002E0502"/>
    <w:rsid w:val="002F65EC"/>
    <w:rsid w:val="003022B7"/>
    <w:rsid w:val="00352943"/>
    <w:rsid w:val="003739C6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77E0"/>
    <w:rsid w:val="005F1AFA"/>
    <w:rsid w:val="00603C6A"/>
    <w:rsid w:val="0060681F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C01D1"/>
    <w:rsid w:val="007D4715"/>
    <w:rsid w:val="007D5EF3"/>
    <w:rsid w:val="00852118"/>
    <w:rsid w:val="00852510"/>
    <w:rsid w:val="00860A2F"/>
    <w:rsid w:val="00883B69"/>
    <w:rsid w:val="008B0457"/>
    <w:rsid w:val="008B06EC"/>
    <w:rsid w:val="008B6032"/>
    <w:rsid w:val="008E242C"/>
    <w:rsid w:val="008E3F97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71C0A"/>
    <w:rsid w:val="00B960FA"/>
    <w:rsid w:val="00BA5E2D"/>
    <w:rsid w:val="00BB0703"/>
    <w:rsid w:val="00BC4F6A"/>
    <w:rsid w:val="00BE0115"/>
    <w:rsid w:val="00C12C3E"/>
    <w:rsid w:val="00C215BF"/>
    <w:rsid w:val="00C22A55"/>
    <w:rsid w:val="00C22C97"/>
    <w:rsid w:val="00C245D7"/>
    <w:rsid w:val="00C3035F"/>
    <w:rsid w:val="00C413BB"/>
    <w:rsid w:val="00C60DBA"/>
    <w:rsid w:val="00C64D15"/>
    <w:rsid w:val="00C76E59"/>
    <w:rsid w:val="00C83B88"/>
    <w:rsid w:val="00C90286"/>
    <w:rsid w:val="00C921CC"/>
    <w:rsid w:val="00CA7D5C"/>
    <w:rsid w:val="00CB31E4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D648A"/>
    <w:rsid w:val="00FE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2C59BB9-F2FA-42D4-831D-DFE03CACC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Statement_of_Exclusivity_and_Availabilit_4775HM_v1_3%20(5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 (5).dotx</Template>
  <TotalTime>2</TotalTime>
  <Pages>1</Pages>
  <Words>207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Nbou Ismail EXT</dc:creator>
  <cp:lastModifiedBy>Dubuc Aurelie</cp:lastModifiedBy>
  <cp:revision>5</cp:revision>
  <cp:lastPrinted>2012-04-10T09:52:00Z</cp:lastPrinted>
  <dcterms:created xsi:type="dcterms:W3CDTF">2020-09-17T08:52:00Z</dcterms:created>
  <dcterms:modified xsi:type="dcterms:W3CDTF">2020-10-16T14:12:00Z</dcterms:modified>
</cp:coreProperties>
</file>