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4D6F" w:rsidRPr="00042120" w:rsidRDefault="00F73753" w:rsidP="00F73753">
      <w:pPr>
        <w:spacing w:before="60"/>
        <w:jc w:val="center"/>
        <w:rPr>
          <w:b/>
          <w:caps/>
          <w:sz w:val="28"/>
          <w:u w:val="single"/>
        </w:rPr>
      </w:pPr>
      <w:r w:rsidRPr="00E9108C">
        <w:rPr>
          <w:b/>
          <w:sz w:val="28"/>
          <w:szCs w:val="28"/>
          <w:u w:val="single"/>
        </w:rPr>
        <w:t xml:space="preserve">ANNEX </w:t>
      </w:r>
      <w:r w:rsidR="000578F0" w:rsidRPr="00E9108C">
        <w:rPr>
          <w:b/>
          <w:sz w:val="28"/>
          <w:szCs w:val="28"/>
          <w:u w:val="single"/>
        </w:rPr>
        <w:t>IV</w:t>
      </w:r>
      <w:r w:rsidR="000578F0">
        <w:rPr>
          <w:b/>
          <w:i/>
          <w:sz w:val="28"/>
          <w:szCs w:val="28"/>
          <w:u w:val="single"/>
        </w:rPr>
        <w:t xml:space="preserve"> </w:t>
      </w:r>
      <w:r w:rsidR="00270BBC" w:rsidRPr="00042120">
        <w:rPr>
          <w:b/>
          <w:caps/>
          <w:sz w:val="28"/>
          <w:u w:val="single"/>
        </w:rPr>
        <w:t xml:space="preserve">- </w:t>
      </w:r>
      <w:r w:rsidR="002B4D6F" w:rsidRPr="00042120">
        <w:rPr>
          <w:b/>
          <w:caps/>
          <w:sz w:val="28"/>
          <w:u w:val="single"/>
        </w:rPr>
        <w:t>STATEMENT OF EXCLUSIVITY AND AVAILABILITY</w:t>
      </w: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5A6538" w:rsidRDefault="005A6538" w:rsidP="00F73753">
      <w:pPr>
        <w:suppressAutoHyphens/>
        <w:ind w:right="-427"/>
        <w:jc w:val="both"/>
        <w:rPr>
          <w:b/>
        </w:rPr>
      </w:pPr>
    </w:p>
    <w:p w:rsidR="00C75DCC" w:rsidRPr="00C75DCC" w:rsidRDefault="00C75DCC" w:rsidP="00C75DCC">
      <w:pPr>
        <w:suppressAutoHyphens/>
        <w:ind w:right="-427"/>
        <w:jc w:val="center"/>
        <w:rPr>
          <w:rFonts w:eastAsia="Calibri"/>
          <w:b/>
          <w:sz w:val="28"/>
          <w:szCs w:val="28"/>
        </w:rPr>
      </w:pPr>
      <w:r w:rsidRPr="00C75DCC">
        <w:rPr>
          <w:rFonts w:eastAsia="Calibri"/>
          <w:b/>
          <w:sz w:val="28"/>
          <w:szCs w:val="28"/>
        </w:rPr>
        <w:t>Lower Port Services Engineering</w:t>
      </w:r>
    </w:p>
    <w:p w:rsidR="00C75DCC" w:rsidRPr="00C75DCC" w:rsidRDefault="00C75DCC" w:rsidP="00C75DCC">
      <w:pPr>
        <w:suppressAutoHyphens/>
        <w:ind w:right="-427"/>
        <w:jc w:val="center"/>
        <w:rPr>
          <w:rFonts w:eastAsia="Calibri"/>
          <w:b/>
          <w:bCs/>
          <w:sz w:val="28"/>
          <w:szCs w:val="28"/>
          <w:lang w:eastAsia="ja-JP"/>
        </w:rPr>
      </w:pPr>
    </w:p>
    <w:p w:rsidR="00C75DCC" w:rsidRPr="00C75DCC" w:rsidRDefault="00C75DCC" w:rsidP="00C75DCC">
      <w:pPr>
        <w:keepNext/>
        <w:jc w:val="center"/>
        <w:rPr>
          <w:rFonts w:eastAsia="平成明朝"/>
          <w:lang w:eastAsia="en-US"/>
        </w:rPr>
      </w:pPr>
      <w:r w:rsidRPr="00C75DCC">
        <w:rPr>
          <w:rFonts w:eastAsia="平成明朝"/>
          <w:b/>
          <w:lang w:val="en-US" w:eastAsia="en-US"/>
        </w:rPr>
        <w:t>IO/20/CFE/10019526/AKN</w:t>
      </w:r>
    </w:p>
    <w:p w:rsidR="002B7466" w:rsidRDefault="002B7466" w:rsidP="002B7466">
      <w:pPr>
        <w:spacing w:line="280" w:lineRule="exact"/>
        <w:rPr>
          <w:b/>
          <w:snapToGrid w:val="0"/>
          <w:lang w:eastAsia="en-US"/>
        </w:rPr>
      </w:pPr>
      <w:bookmarkStart w:id="0" w:name="_GoBack"/>
      <w:bookmarkEnd w:id="0"/>
    </w:p>
    <w:p w:rsidR="00940541" w:rsidRPr="00BC4F6A" w:rsidRDefault="00BC4F6A" w:rsidP="00B278F7">
      <w:pPr>
        <w:tabs>
          <w:tab w:val="left" w:pos="1701"/>
        </w:tabs>
        <w:jc w:val="center"/>
        <w:rPr>
          <w:b/>
          <w:i/>
          <w:sz w:val="22"/>
          <w:szCs w:val="22"/>
        </w:rPr>
      </w:pPr>
      <w:r w:rsidRPr="00BC4F6A">
        <w:rPr>
          <w:b/>
          <w:i/>
          <w:sz w:val="22"/>
          <w:szCs w:val="22"/>
        </w:rPr>
        <w:t xml:space="preserve">(To </w:t>
      </w:r>
      <w:proofErr w:type="gramStart"/>
      <w:r w:rsidRPr="00BC4F6A">
        <w:rPr>
          <w:b/>
          <w:i/>
          <w:sz w:val="22"/>
          <w:szCs w:val="22"/>
        </w:rPr>
        <w:t>be completed</w:t>
      </w:r>
      <w:proofErr w:type="gramEnd"/>
      <w:r w:rsidRPr="00BC4F6A">
        <w:rPr>
          <w:b/>
          <w:i/>
          <w:sz w:val="22"/>
          <w:szCs w:val="22"/>
        </w:rPr>
        <w:t xml:space="preserve"> by the bidding company and/or their designated representative)</w:t>
      </w:r>
    </w:p>
    <w:p w:rsidR="00BC4F6A" w:rsidRDefault="00BC4F6A" w:rsidP="006F6A3A">
      <w:pPr>
        <w:tabs>
          <w:tab w:val="left" w:pos="1701"/>
        </w:tabs>
        <w:jc w:val="both"/>
      </w:pPr>
    </w:p>
    <w:p w:rsidR="005A6538" w:rsidRDefault="005A6538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0212ED">
        <w:t>I</w:t>
      </w:r>
      <w:r w:rsidR="003E4DA9" w:rsidRPr="000212ED">
        <w:t xml:space="preserve"> </w:t>
      </w:r>
      <w:r w:rsidRPr="000212ED">
        <w:t>the undersigned, hereby declare that I</w:t>
      </w:r>
      <w:r w:rsidR="003E4DA9" w:rsidRPr="000212ED">
        <w:t xml:space="preserve"> </w:t>
      </w:r>
      <w:r w:rsidRPr="000212ED">
        <w:t xml:space="preserve">agree to </w:t>
      </w:r>
      <w:r w:rsidR="00E155F8" w:rsidRPr="000212ED">
        <w:t xml:space="preserve">take part in the </w:t>
      </w:r>
      <w:r w:rsidRPr="000212ED">
        <w:t xml:space="preserve">above-mentioned </w:t>
      </w:r>
      <w:r w:rsidR="00E155F8" w:rsidRPr="000212ED">
        <w:t>Call for Expertise</w:t>
      </w:r>
      <w:r w:rsidRPr="000212ED">
        <w:t>.</w:t>
      </w:r>
      <w:r w:rsidRPr="002327D3">
        <w:t xml:space="preserve"> </w:t>
      </w:r>
    </w:p>
    <w:p w:rsidR="00D9702B" w:rsidRPr="002327D3" w:rsidRDefault="00D9702B" w:rsidP="006F6A3A">
      <w:pPr>
        <w:tabs>
          <w:tab w:val="left" w:pos="1701"/>
        </w:tabs>
        <w:jc w:val="both"/>
      </w:pPr>
    </w:p>
    <w:p w:rsidR="006F6A3A" w:rsidRPr="002327D3" w:rsidRDefault="006F6A3A" w:rsidP="00463BBE">
      <w:pPr>
        <w:tabs>
          <w:tab w:val="left" w:pos="1701"/>
          <w:tab w:val="left" w:pos="7830"/>
        </w:tabs>
      </w:pPr>
      <w:r w:rsidRPr="002327D3">
        <w:t>I</w:t>
      </w:r>
      <w:r w:rsidR="003E4DA9">
        <w:t xml:space="preserve"> </w:t>
      </w:r>
      <w:r w:rsidRPr="002327D3">
        <w:t>further declare that I</w:t>
      </w:r>
      <w:r w:rsidR="003E4DA9">
        <w:t xml:space="preserve"> am</w:t>
      </w:r>
      <w:r w:rsidRPr="002327D3">
        <w:t xml:space="preserve"> able and willing to work </w:t>
      </w:r>
      <w:r w:rsidR="00463BBE">
        <w:tab/>
      </w:r>
    </w:p>
    <w:p w:rsidR="006F6A3A" w:rsidRPr="002327D3" w:rsidRDefault="006F6A3A" w:rsidP="006F6A3A">
      <w:pPr>
        <w:tabs>
          <w:tab w:val="left" w:pos="1701"/>
        </w:tabs>
      </w:pPr>
    </w:p>
    <w:p w:rsidR="006F6A3A" w:rsidRPr="002327D3" w:rsidRDefault="002A33F6" w:rsidP="006F6A3A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F</w:t>
      </w:r>
      <w:r w:rsidR="006F6A3A" w:rsidRPr="002327D3">
        <w:t xml:space="preserve">or the period(s) foreseen in the </w:t>
      </w:r>
      <w:r w:rsidR="00E155F8">
        <w:t>Technical Specification</w:t>
      </w:r>
      <w:r w:rsidR="006F6A3A" w:rsidRPr="002327D3">
        <w:t xml:space="preserve"> attached to the above referenced </w:t>
      </w:r>
      <w:r w:rsidR="00E155F8">
        <w:t>Call for Expertise</w:t>
      </w:r>
      <w:r w:rsidR="006F6A3A" w:rsidRPr="002327D3">
        <w:t xml:space="preserve"> for the </w:t>
      </w:r>
      <w:r w:rsidR="00D2537F">
        <w:t>completion of</w:t>
      </w:r>
      <w:r w:rsidR="00C245D7">
        <w:t xml:space="preserve"> the </w:t>
      </w:r>
      <w:r w:rsidR="00D2537F">
        <w:t>works</w:t>
      </w:r>
      <w:r w:rsidR="006F6A3A" w:rsidRPr="002327D3">
        <w:t xml:space="preserve"> </w:t>
      </w:r>
      <w:r w:rsidR="00E155F8">
        <w:t>proposed</w:t>
      </w:r>
      <w:r w:rsidR="006F6A3A" w:rsidRPr="002327D3">
        <w:t xml:space="preserve"> and</w:t>
      </w:r>
    </w:p>
    <w:p w:rsidR="002E0502" w:rsidRPr="002327D3" w:rsidRDefault="002A33F6" w:rsidP="002E0502">
      <w:pPr>
        <w:numPr>
          <w:ilvl w:val="0"/>
          <w:numId w:val="1"/>
        </w:numPr>
        <w:tabs>
          <w:tab w:val="left" w:pos="1701"/>
        </w:tabs>
        <w:spacing w:after="240"/>
        <w:jc w:val="both"/>
      </w:pPr>
      <w:r>
        <w:t>W</w:t>
      </w:r>
      <w:r w:rsidR="006F6A3A" w:rsidRPr="002327D3">
        <w:t xml:space="preserve">ithin the execution period of the </w:t>
      </w:r>
      <w:proofErr w:type="gramStart"/>
      <w:r w:rsidR="006F6A3A" w:rsidRPr="002327D3">
        <w:t>specific</w:t>
      </w:r>
      <w:proofErr w:type="gramEnd"/>
      <w:r w:rsidR="006F6A3A" w:rsidRPr="002327D3">
        <w:t xml:space="preserve"> contract which</w:t>
      </w:r>
      <w:r w:rsidR="002E0502">
        <w:t xml:space="preserve"> is scheduled to</w:t>
      </w:r>
      <w:r w:rsidR="006F6A3A" w:rsidRPr="002327D3">
        <w:t xml:space="preserve"> run</w:t>
      </w:r>
      <w:r w:rsidR="00A252F0">
        <w:t xml:space="preserve"> from </w:t>
      </w:r>
      <w:r w:rsidR="005E6E09">
        <w:t>beginning of November 2020</w:t>
      </w:r>
      <w:r w:rsidR="007D5EF3">
        <w:t xml:space="preserve">, </w:t>
      </w:r>
      <w:r w:rsidR="00A252F0" w:rsidRPr="000212ED">
        <w:t>for</w:t>
      </w:r>
      <w:r w:rsidR="00860A2F" w:rsidRPr="000212ED">
        <w:t xml:space="preserve"> </w:t>
      </w:r>
      <w:r w:rsidR="000212ED" w:rsidRPr="000212ED">
        <w:t>12</w:t>
      </w:r>
      <w:r w:rsidR="00EC276E" w:rsidRPr="000212ED">
        <w:t xml:space="preserve"> months</w:t>
      </w:r>
      <w:r w:rsidR="000212ED" w:rsidRPr="000212ED">
        <w:t>.</w:t>
      </w:r>
    </w:p>
    <w:p w:rsidR="006F6A3A" w:rsidRPr="002327D3" w:rsidRDefault="006F6A3A" w:rsidP="006F6A3A">
      <w:pPr>
        <w:tabs>
          <w:tab w:val="left" w:pos="1701"/>
        </w:tabs>
        <w:spacing w:before="120"/>
        <w:jc w:val="both"/>
      </w:pPr>
      <w:r w:rsidRPr="002327D3">
        <w:t>I</w:t>
      </w:r>
      <w:r w:rsidR="003E4DA9">
        <w:t xml:space="preserve"> </w:t>
      </w:r>
      <w:r w:rsidRPr="002327D3">
        <w:t>confirm that I</w:t>
      </w:r>
      <w:r w:rsidR="003E4DA9">
        <w:t xml:space="preserve"> am </w:t>
      </w:r>
      <w:r w:rsidRPr="002327D3">
        <w:t xml:space="preserve">not engaged in another </w:t>
      </w:r>
      <w:r w:rsidR="00E155F8">
        <w:t>contract financed by the ITER Organization</w:t>
      </w:r>
      <w:r w:rsidR="00C83B88">
        <w:t xml:space="preserve"> whereby</w:t>
      </w:r>
      <w:r w:rsidR="003E4DA9">
        <w:t xml:space="preserve"> </w:t>
      </w:r>
      <w:r w:rsidR="00C245D7">
        <w:t>the</w:t>
      </w:r>
      <w:r w:rsidRPr="002327D3">
        <w:t xml:space="preserve"> services are required </w:t>
      </w:r>
      <w:r w:rsidR="003E4DA9">
        <w:t xml:space="preserve">at the same time </w:t>
      </w:r>
      <w:r w:rsidR="006601A3">
        <w:t xml:space="preserve">or </w:t>
      </w:r>
      <w:r w:rsidRPr="002327D3">
        <w:t>during the above periods</w:t>
      </w:r>
      <w:r w:rsidR="00C83B88">
        <w:t>.</w:t>
      </w:r>
      <w:r w:rsidR="005A341A">
        <w:t xml:space="preserve">  I</w:t>
      </w:r>
      <w:r w:rsidR="003E4DA9">
        <w:t xml:space="preserve"> </w:t>
      </w:r>
      <w:r w:rsidR="00C83B88">
        <w:t>confirm that</w:t>
      </w:r>
      <w:r w:rsidR="00D2537F">
        <w:t xml:space="preserve"> I</w:t>
      </w:r>
      <w:r w:rsidR="003E4DA9">
        <w:t xml:space="preserve"> </w:t>
      </w:r>
      <w:r w:rsidR="005A341A">
        <w:t xml:space="preserve">will </w:t>
      </w:r>
      <w:r w:rsidR="006601A3">
        <w:t xml:space="preserve">only </w:t>
      </w:r>
      <w:r w:rsidR="003E4DA9">
        <w:t xml:space="preserve">invoice the </w:t>
      </w:r>
      <w:r w:rsidR="00C83B88">
        <w:t>ITER</w:t>
      </w:r>
      <w:r w:rsidR="003E4DA9">
        <w:t xml:space="preserve"> Organisation</w:t>
      </w:r>
      <w:r w:rsidR="00C83B88">
        <w:t xml:space="preserve"> for</w:t>
      </w:r>
      <w:r w:rsidR="00D2537F">
        <w:t xml:space="preserve"> works or services</w:t>
      </w:r>
      <w:r w:rsidR="003E4DA9">
        <w:t xml:space="preserve"> </w:t>
      </w:r>
      <w:r w:rsidR="006601A3">
        <w:t xml:space="preserve">completed </w:t>
      </w:r>
      <w:r w:rsidR="003E4DA9">
        <w:t xml:space="preserve">in relation </w:t>
      </w:r>
      <w:r w:rsidR="00D2537F">
        <w:t>to this contract</w:t>
      </w:r>
      <w:r w:rsidR="006601A3">
        <w:t>, and not</w:t>
      </w:r>
      <w:r w:rsidR="009A2B83">
        <w:t xml:space="preserve"> </w:t>
      </w:r>
      <w:r w:rsidR="00E155F8">
        <w:t>under</w:t>
      </w:r>
      <w:r w:rsidR="00D2537F">
        <w:t xml:space="preserve"> any other</w:t>
      </w:r>
      <w:r w:rsidR="009A2B83">
        <w:t xml:space="preserve"> </w:t>
      </w:r>
      <w:r w:rsidR="00E155F8">
        <w:t>contract.</w:t>
      </w:r>
      <w:r w:rsidR="00D2537F">
        <w:t xml:space="preserve"> </w:t>
      </w:r>
    </w:p>
    <w:p w:rsidR="007D4715" w:rsidRDefault="007D4715" w:rsidP="006F6A3A">
      <w:pPr>
        <w:tabs>
          <w:tab w:val="left" w:pos="1701"/>
        </w:tabs>
        <w:jc w:val="both"/>
      </w:pPr>
    </w:p>
    <w:p w:rsidR="006F6A3A" w:rsidRDefault="006F6A3A" w:rsidP="006F6A3A">
      <w:pPr>
        <w:tabs>
          <w:tab w:val="left" w:pos="1701"/>
        </w:tabs>
        <w:jc w:val="both"/>
      </w:pPr>
      <w:r w:rsidRPr="002327D3">
        <w:t>Furthermore, should this offer be accepted, I</w:t>
      </w:r>
      <w:r w:rsidR="006601A3">
        <w:t xml:space="preserve"> am</w:t>
      </w:r>
      <w:r w:rsidRPr="002327D3">
        <w:t xml:space="preserve"> fully aware that if I</w:t>
      </w:r>
      <w:r w:rsidR="006601A3">
        <w:t xml:space="preserve"> am</w:t>
      </w:r>
      <w:r w:rsidR="00D2537F">
        <w:t xml:space="preserve"> </w:t>
      </w:r>
      <w:r w:rsidRPr="002327D3">
        <w:t xml:space="preserve">not available at the expected start date of </w:t>
      </w:r>
      <w:r w:rsidR="00D2537F">
        <w:t>the</w:t>
      </w:r>
      <w:r w:rsidRPr="002327D3">
        <w:t xml:space="preserve"> services for reasons other than ill-health or </w:t>
      </w:r>
      <w:r w:rsidRPr="002327D3">
        <w:rPr>
          <w:i/>
        </w:rPr>
        <w:t>force majeure</w:t>
      </w:r>
      <w:r w:rsidRPr="002327D3">
        <w:t xml:space="preserve">, </w:t>
      </w:r>
      <w:r w:rsidR="006601A3">
        <w:t xml:space="preserve">the contract award notification letter </w:t>
      </w:r>
      <w:r w:rsidRPr="002327D3">
        <w:t xml:space="preserve">may be </w:t>
      </w:r>
      <w:r w:rsidR="003022B7">
        <w:t xml:space="preserve">retracted and </w:t>
      </w:r>
      <w:r w:rsidRPr="002327D3">
        <w:t>rendered null and void</w:t>
      </w:r>
      <w:r w:rsidR="00C22C97">
        <w:t>.</w:t>
      </w:r>
    </w:p>
    <w:p w:rsidR="007D4715" w:rsidRPr="002327D3" w:rsidRDefault="007D4715" w:rsidP="006F6A3A">
      <w:pPr>
        <w:tabs>
          <w:tab w:val="left" w:pos="1701"/>
        </w:tabs>
        <w:jc w:val="both"/>
      </w:pPr>
    </w:p>
    <w:p w:rsidR="00663B7D" w:rsidRDefault="00663B7D" w:rsidP="006F6A3A">
      <w:pPr>
        <w:tabs>
          <w:tab w:val="left" w:pos="1701"/>
        </w:tabs>
      </w:pPr>
    </w:p>
    <w:p w:rsidR="00663B7D" w:rsidRDefault="00663B7D" w:rsidP="006F6A3A">
      <w:pPr>
        <w:tabs>
          <w:tab w:val="left" w:pos="1701"/>
        </w:tabs>
      </w:pPr>
    </w:p>
    <w:tbl>
      <w:tblPr>
        <w:tblpPr w:leftFromText="180" w:rightFromText="180" w:vertAnchor="text" w:horzAnchor="margin" w:tblpY="3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6"/>
        <w:gridCol w:w="7626"/>
      </w:tblGrid>
      <w:tr w:rsidR="00663B7D" w:rsidTr="00BB0703">
        <w:trPr>
          <w:trHeight w:val="706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Name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BB0703">
        <w:trPr>
          <w:trHeight w:val="998"/>
        </w:trPr>
        <w:tc>
          <w:tcPr>
            <w:tcW w:w="1276" w:type="dxa"/>
            <w:shd w:val="pct10" w:color="auto" w:fill="FFFFFF"/>
            <w:vAlign w:val="center"/>
          </w:tcPr>
          <w:p w:rsidR="00663B7D" w:rsidRDefault="00663B7D" w:rsidP="00BB0703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Signature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  <w:tr w:rsidR="00663B7D" w:rsidTr="00663B7D">
        <w:tc>
          <w:tcPr>
            <w:tcW w:w="1276" w:type="dxa"/>
            <w:shd w:val="pct10" w:color="auto" w:fill="FFFFFF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  <w:rPr>
                <w:b/>
              </w:rPr>
            </w:pPr>
            <w:r>
              <w:rPr>
                <w:b/>
              </w:rPr>
              <w:t>Date</w:t>
            </w:r>
          </w:p>
        </w:tc>
        <w:tc>
          <w:tcPr>
            <w:tcW w:w="7626" w:type="dxa"/>
          </w:tcPr>
          <w:p w:rsidR="00663B7D" w:rsidRDefault="00663B7D" w:rsidP="00663B7D">
            <w:pPr>
              <w:tabs>
                <w:tab w:val="left" w:pos="1701"/>
              </w:tabs>
              <w:spacing w:before="120" w:after="120"/>
            </w:pPr>
          </w:p>
        </w:tc>
      </w:tr>
    </w:tbl>
    <w:p w:rsidR="006F6A3A" w:rsidRDefault="006F6A3A" w:rsidP="00585491"/>
    <w:sectPr w:rsidR="006F6A3A" w:rsidSect="00DD08AB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1A7" w:rsidRDefault="001F61A7">
      <w:r>
        <w:separator/>
      </w:r>
    </w:p>
  </w:endnote>
  <w:endnote w:type="continuationSeparator" w:id="0">
    <w:p w:rsidR="001F61A7" w:rsidRDefault="001F61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平成明朝">
    <w:altName w:val="MS Gothic"/>
    <w:charset w:val="80"/>
    <w:family w:val="auto"/>
    <w:pitch w:val="variable"/>
    <w:sig w:usb0="01000001" w:usb1="08070708" w:usb2="1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41749" w:rsidRPr="00A41749" w:rsidRDefault="00A41749" w:rsidP="00A41749">
    <w:pPr>
      <w:pStyle w:val="Footer"/>
      <w:jc w:val="right"/>
      <w:rPr>
        <w:i/>
        <w:sz w:val="14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1A7" w:rsidRDefault="001F61A7">
      <w:r>
        <w:separator/>
      </w:r>
    </w:p>
  </w:footnote>
  <w:footnote w:type="continuationSeparator" w:id="0">
    <w:p w:rsidR="001F61A7" w:rsidRDefault="001F61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6D5E64"/>
    <w:multiLevelType w:val="hybridMultilevel"/>
    <w:tmpl w:val="EBA22664"/>
    <w:lvl w:ilvl="0" w:tplc="080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4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LW_DocType" w:val="NORMAL"/>
  </w:docVars>
  <w:rsids>
    <w:rsidRoot w:val="000578F0"/>
    <w:rsid w:val="00010B64"/>
    <w:rsid w:val="000212ED"/>
    <w:rsid w:val="0003096A"/>
    <w:rsid w:val="000321F9"/>
    <w:rsid w:val="000355AD"/>
    <w:rsid w:val="00037E0D"/>
    <w:rsid w:val="00042120"/>
    <w:rsid w:val="000453B9"/>
    <w:rsid w:val="00045441"/>
    <w:rsid w:val="0004610A"/>
    <w:rsid w:val="000578F0"/>
    <w:rsid w:val="00071836"/>
    <w:rsid w:val="00081700"/>
    <w:rsid w:val="000A137F"/>
    <w:rsid w:val="000A2EC9"/>
    <w:rsid w:val="000B04DC"/>
    <w:rsid w:val="000B3A5F"/>
    <w:rsid w:val="000E6C81"/>
    <w:rsid w:val="000F58FE"/>
    <w:rsid w:val="0010628E"/>
    <w:rsid w:val="001172FA"/>
    <w:rsid w:val="001176EB"/>
    <w:rsid w:val="00117E2F"/>
    <w:rsid w:val="0014399C"/>
    <w:rsid w:val="00157B48"/>
    <w:rsid w:val="001606B5"/>
    <w:rsid w:val="00161E69"/>
    <w:rsid w:val="00183C4D"/>
    <w:rsid w:val="001E78CC"/>
    <w:rsid w:val="001F61A7"/>
    <w:rsid w:val="00215CA2"/>
    <w:rsid w:val="002327D3"/>
    <w:rsid w:val="00233280"/>
    <w:rsid w:val="00237904"/>
    <w:rsid w:val="00243BA2"/>
    <w:rsid w:val="00254E63"/>
    <w:rsid w:val="00255F16"/>
    <w:rsid w:val="00270BBC"/>
    <w:rsid w:val="002A1C34"/>
    <w:rsid w:val="002A33F6"/>
    <w:rsid w:val="002B4D6F"/>
    <w:rsid w:val="002B7466"/>
    <w:rsid w:val="002E0502"/>
    <w:rsid w:val="003022B7"/>
    <w:rsid w:val="0033656B"/>
    <w:rsid w:val="00352943"/>
    <w:rsid w:val="003739C6"/>
    <w:rsid w:val="0039533D"/>
    <w:rsid w:val="003B17D7"/>
    <w:rsid w:val="003C1977"/>
    <w:rsid w:val="003C19CC"/>
    <w:rsid w:val="003C5D84"/>
    <w:rsid w:val="003E1B2A"/>
    <w:rsid w:val="003E32B3"/>
    <w:rsid w:val="003E4DA9"/>
    <w:rsid w:val="00414C5B"/>
    <w:rsid w:val="00442260"/>
    <w:rsid w:val="00443323"/>
    <w:rsid w:val="0045150B"/>
    <w:rsid w:val="00452C9E"/>
    <w:rsid w:val="00463BBE"/>
    <w:rsid w:val="00466005"/>
    <w:rsid w:val="00466E22"/>
    <w:rsid w:val="00474215"/>
    <w:rsid w:val="004903C7"/>
    <w:rsid w:val="004A54EF"/>
    <w:rsid w:val="004D15C9"/>
    <w:rsid w:val="00506D28"/>
    <w:rsid w:val="00513BAF"/>
    <w:rsid w:val="00517AC2"/>
    <w:rsid w:val="00560492"/>
    <w:rsid w:val="00574445"/>
    <w:rsid w:val="00584301"/>
    <w:rsid w:val="00585491"/>
    <w:rsid w:val="0059284C"/>
    <w:rsid w:val="005A0CB5"/>
    <w:rsid w:val="005A341A"/>
    <w:rsid w:val="005A5629"/>
    <w:rsid w:val="005A6538"/>
    <w:rsid w:val="005B0D92"/>
    <w:rsid w:val="005E6E09"/>
    <w:rsid w:val="005E6F72"/>
    <w:rsid w:val="005E77E0"/>
    <w:rsid w:val="005F1AFA"/>
    <w:rsid w:val="00603C6A"/>
    <w:rsid w:val="0060681F"/>
    <w:rsid w:val="006278FF"/>
    <w:rsid w:val="00646612"/>
    <w:rsid w:val="006478CE"/>
    <w:rsid w:val="00650741"/>
    <w:rsid w:val="006601A3"/>
    <w:rsid w:val="00663B7D"/>
    <w:rsid w:val="00673431"/>
    <w:rsid w:val="00686D27"/>
    <w:rsid w:val="006927EE"/>
    <w:rsid w:val="006A2821"/>
    <w:rsid w:val="006B1176"/>
    <w:rsid w:val="006D5775"/>
    <w:rsid w:val="006F6A3A"/>
    <w:rsid w:val="00704653"/>
    <w:rsid w:val="007140AD"/>
    <w:rsid w:val="00717BC4"/>
    <w:rsid w:val="00754435"/>
    <w:rsid w:val="0076306A"/>
    <w:rsid w:val="0077712F"/>
    <w:rsid w:val="007939AA"/>
    <w:rsid w:val="007B46FE"/>
    <w:rsid w:val="007C01D1"/>
    <w:rsid w:val="007C3D31"/>
    <w:rsid w:val="007D4715"/>
    <w:rsid w:val="007D5EF3"/>
    <w:rsid w:val="00852118"/>
    <w:rsid w:val="00852510"/>
    <w:rsid w:val="00860A2F"/>
    <w:rsid w:val="00883B69"/>
    <w:rsid w:val="008A6DD5"/>
    <w:rsid w:val="008B0457"/>
    <w:rsid w:val="008B06EC"/>
    <w:rsid w:val="008B6032"/>
    <w:rsid w:val="008E242C"/>
    <w:rsid w:val="008F258D"/>
    <w:rsid w:val="008F3405"/>
    <w:rsid w:val="008F673C"/>
    <w:rsid w:val="00913734"/>
    <w:rsid w:val="00940541"/>
    <w:rsid w:val="009A2B83"/>
    <w:rsid w:val="009B4C38"/>
    <w:rsid w:val="009D2E2A"/>
    <w:rsid w:val="009F7C26"/>
    <w:rsid w:val="00A252F0"/>
    <w:rsid w:val="00A3764D"/>
    <w:rsid w:val="00A41749"/>
    <w:rsid w:val="00A43CE8"/>
    <w:rsid w:val="00A52768"/>
    <w:rsid w:val="00A70AE0"/>
    <w:rsid w:val="00A97742"/>
    <w:rsid w:val="00AB65D6"/>
    <w:rsid w:val="00AE2DFD"/>
    <w:rsid w:val="00B161B4"/>
    <w:rsid w:val="00B278F7"/>
    <w:rsid w:val="00B3174C"/>
    <w:rsid w:val="00B71C0A"/>
    <w:rsid w:val="00B960FA"/>
    <w:rsid w:val="00BA5E2D"/>
    <w:rsid w:val="00BB0703"/>
    <w:rsid w:val="00BC4F6A"/>
    <w:rsid w:val="00BE0115"/>
    <w:rsid w:val="00C12C3E"/>
    <w:rsid w:val="00C215BF"/>
    <w:rsid w:val="00C22A55"/>
    <w:rsid w:val="00C22C97"/>
    <w:rsid w:val="00C245D7"/>
    <w:rsid w:val="00C413BB"/>
    <w:rsid w:val="00C60DBA"/>
    <w:rsid w:val="00C64D15"/>
    <w:rsid w:val="00C75DCC"/>
    <w:rsid w:val="00C76E59"/>
    <w:rsid w:val="00C83B88"/>
    <w:rsid w:val="00C921CC"/>
    <w:rsid w:val="00C939A1"/>
    <w:rsid w:val="00CA7D5C"/>
    <w:rsid w:val="00CB31E4"/>
    <w:rsid w:val="00CD0DCA"/>
    <w:rsid w:val="00D01850"/>
    <w:rsid w:val="00D2537F"/>
    <w:rsid w:val="00D507F5"/>
    <w:rsid w:val="00D6007C"/>
    <w:rsid w:val="00D9428E"/>
    <w:rsid w:val="00D9702B"/>
    <w:rsid w:val="00DA4477"/>
    <w:rsid w:val="00DB1960"/>
    <w:rsid w:val="00DC33B3"/>
    <w:rsid w:val="00DD08AB"/>
    <w:rsid w:val="00DE7268"/>
    <w:rsid w:val="00DF316D"/>
    <w:rsid w:val="00DF57F9"/>
    <w:rsid w:val="00E155F8"/>
    <w:rsid w:val="00E43A34"/>
    <w:rsid w:val="00E46D1A"/>
    <w:rsid w:val="00E557A7"/>
    <w:rsid w:val="00E73E85"/>
    <w:rsid w:val="00E76DA0"/>
    <w:rsid w:val="00E9108C"/>
    <w:rsid w:val="00EB4513"/>
    <w:rsid w:val="00EC276E"/>
    <w:rsid w:val="00ED196E"/>
    <w:rsid w:val="00EE73D8"/>
    <w:rsid w:val="00F0262E"/>
    <w:rsid w:val="00F048D8"/>
    <w:rsid w:val="00F328C9"/>
    <w:rsid w:val="00F5458A"/>
    <w:rsid w:val="00F73753"/>
    <w:rsid w:val="00F841B3"/>
    <w:rsid w:val="00FD648A"/>
    <w:rsid w:val="00FE33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02C59BB9-F2FA-42D4-831D-DFE03CACC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08AB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semiHidden/>
    <w:rsid w:val="006F6A3A"/>
    <w:pPr>
      <w:spacing w:after="240"/>
    </w:pPr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semiHidden/>
    <w:rsid w:val="006F6A3A"/>
    <w:rPr>
      <w:vertAlign w:val="superscript"/>
    </w:rPr>
  </w:style>
  <w:style w:type="character" w:styleId="Hyperlink">
    <w:name w:val="Hyperlink"/>
    <w:basedOn w:val="DefaultParagraphFont"/>
    <w:rsid w:val="007D4715"/>
    <w:rPr>
      <w:color w:val="0000FF"/>
      <w:u w:val="single"/>
    </w:rPr>
  </w:style>
  <w:style w:type="paragraph" w:styleId="Header">
    <w:name w:val="header"/>
    <w:basedOn w:val="Normal"/>
    <w:rsid w:val="00F841B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F841B3"/>
    <w:pPr>
      <w:tabs>
        <w:tab w:val="center" w:pos="4536"/>
        <w:tab w:val="right" w:pos="9072"/>
      </w:tabs>
    </w:pPr>
  </w:style>
  <w:style w:type="paragraph" w:styleId="BalloonText">
    <w:name w:val="Balloon Text"/>
    <w:basedOn w:val="Normal"/>
    <w:link w:val="BalloonTextChar"/>
    <w:rsid w:val="008F34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F3405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DE7268"/>
    <w:pPr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186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2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7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912000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48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3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3768310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54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boui\AppData\Local\Packages\Microsoft.MicrosoftEdge_8wekyb3d8bbwe\TempState\Downloads\Statement_of_Exclusivity_and_Availabilit_4775HM_v1_3%20(5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Statement_of_Exclusivity_and_Availabilit_4775HM_v1_3 (5).dotx</Template>
  <TotalTime>0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Statement of exclusivity and availability</vt:lpstr>
    </vt:vector>
  </TitlesOfParts>
  <Company>European Commission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Statement of exclusivity and availability</dc:title>
  <dc:creator>Nbou Ismail EXT</dc:creator>
  <cp:lastModifiedBy>Kien Arnaud EXT</cp:lastModifiedBy>
  <cp:revision>2</cp:revision>
  <cp:lastPrinted>2012-04-10T09:52:00Z</cp:lastPrinted>
  <dcterms:created xsi:type="dcterms:W3CDTF">2020-08-14T07:14:00Z</dcterms:created>
  <dcterms:modified xsi:type="dcterms:W3CDTF">2020-08-14T07:14:00Z</dcterms:modified>
</cp:coreProperties>
</file>