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4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DE6" w:rsidRDefault="00D42D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214B2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214B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214B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214B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DE6" w:rsidRDefault="00D42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20/CFE</w:t>
    </w:r>
    <w:r w:rsidRPr="005F3AFF">
      <w:rPr>
        <w:szCs w:val="24"/>
      </w:rPr>
      <w:t>/</w:t>
    </w:r>
    <w:r w:rsidR="005F3AFF">
      <w:rPr>
        <w:i/>
        <w:szCs w:val="24"/>
      </w:rPr>
      <w:t>100194</w:t>
    </w:r>
    <w:r w:rsidR="00D42DE6">
      <w:rPr>
        <w:i/>
        <w:szCs w:val="24"/>
      </w:rPr>
      <w:t>63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DC4A52F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6268A-8EC2-4672-A33C-EE9389F8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4</cp:revision>
  <cp:lastPrinted>2017-10-31T13:48:00Z</cp:lastPrinted>
  <dcterms:created xsi:type="dcterms:W3CDTF">2020-07-07T06:54:00Z</dcterms:created>
  <dcterms:modified xsi:type="dcterms:W3CDTF">2020-07-20T07:17:00Z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