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415540">
        <w:t xml:space="preserve">ANNEX </w:t>
      </w:r>
      <w:r w:rsidR="00120B91">
        <w:t>II</w:t>
      </w:r>
      <w:r w:rsidRPr="00415540">
        <w:t xml:space="preserve"> </w:t>
      </w:r>
      <w:r w:rsidRPr="005D6365">
        <w:t>- TECHNICAL EXPERIENCE PROF</w:t>
      </w:r>
      <w:bookmarkStart w:id="0" w:name="_GoBack"/>
      <w:bookmarkEnd w:id="0"/>
      <w:r w:rsidRPr="005D6365">
        <w:t xml:space="preserve">ILE </w:t>
      </w:r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proofErr w:type="gramStart"/>
      <w:r w:rsidRPr="00120B91">
        <w:rPr>
          <w:szCs w:val="24"/>
        </w:rPr>
        <w:t>max</w:t>
      </w:r>
      <w:proofErr w:type="gramEnd"/>
      <w:r w:rsidRPr="00120B91">
        <w:rPr>
          <w:szCs w:val="24"/>
        </w:rPr>
        <w:t xml:space="preserve"> 5 pages)</w:t>
      </w:r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B5DF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B5DF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B5DF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B5DF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3B5DF0">
      <w:rPr>
        <w:szCs w:val="24"/>
      </w:rPr>
      <w:t>9102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7D2859F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C129-8A51-42A6-A42D-C06E9D10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0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2020-04-29T10:30:00Z</dcterms:created>
  <dcterms:modified xsi:type="dcterms:W3CDTF">2020-04-29T10:30:00Z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