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Default="00893FCC" w:rsidP="005D6365">
      <w:pPr>
        <w:pStyle w:val="Annexetitle"/>
      </w:pPr>
      <w:r>
        <w:t>ANNEX II</w:t>
      </w:r>
      <w:r w:rsidR="00451003" w:rsidRPr="00C5445A">
        <w:t xml:space="preserve"> - TECHNICAL EXPERIENCE PROFILE </w:t>
      </w:r>
    </w:p>
    <w:p w:rsidR="00036485" w:rsidRDefault="00CA7499" w:rsidP="00036485">
      <w:pPr>
        <w:jc w:val="center"/>
        <w:rPr>
          <w:b/>
          <w:szCs w:val="24"/>
        </w:rPr>
      </w:pPr>
      <w:r w:rsidRPr="006D4982">
        <w:rPr>
          <w:b/>
          <w:szCs w:val="24"/>
        </w:rPr>
        <w:t>Contract:</w:t>
      </w:r>
      <w:r w:rsidRPr="006D4982">
        <w:rPr>
          <w:rFonts w:eastAsia="Calibri"/>
          <w:b/>
          <w:bCs/>
          <w:szCs w:val="24"/>
          <w:lang w:eastAsia="ja-JP"/>
        </w:rPr>
        <w:t xml:space="preserve"> </w:t>
      </w:r>
      <w:r w:rsidRPr="006D4982">
        <w:rPr>
          <w:rFonts w:eastAsia="Calibri"/>
          <w:b/>
          <w:bCs/>
          <w:szCs w:val="24"/>
          <w:lang w:eastAsia="ja-JP"/>
        </w:rPr>
        <w:tab/>
      </w:r>
      <w:r w:rsidR="00036485">
        <w:rPr>
          <w:b/>
          <w:szCs w:val="24"/>
        </w:rPr>
        <w:t>Engineering Support for 4D planning, preparation and documentation for the site assembly of Tokamak components in Worksite 1 4D Senior Planning Engineer</w:t>
      </w:r>
    </w:p>
    <w:p w:rsidR="00CA7499" w:rsidRPr="006D4982" w:rsidRDefault="00CA7499" w:rsidP="00036485">
      <w:pPr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 w:rsidR="00A737A7">
        <w:rPr>
          <w:b/>
          <w:sz w:val="28"/>
          <w:szCs w:val="28"/>
        </w:rPr>
        <w:t>838</w:t>
      </w:r>
      <w:r w:rsidRPr="0069293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MBA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C5445A">
        <w:rPr>
          <w:szCs w:val="24"/>
          <w:lang w:val="fr-FR"/>
        </w:rPr>
        <w:t>(</w:t>
      </w:r>
      <w:proofErr w:type="gramStart"/>
      <w:r w:rsidRPr="00C5445A">
        <w:rPr>
          <w:szCs w:val="24"/>
          <w:lang w:val="fr-FR"/>
        </w:rPr>
        <w:t>max</w:t>
      </w:r>
      <w:proofErr w:type="gramEnd"/>
      <w:r w:rsidRPr="00C5445A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98" w:rsidRDefault="009C5398">
      <w:r>
        <w:separator/>
      </w:r>
    </w:p>
  </w:endnote>
  <w:endnote w:type="continuationSeparator" w:id="0">
    <w:p w:rsidR="009C5398" w:rsidRDefault="009C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6D4982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3648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364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364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364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98" w:rsidRDefault="009C5398">
      <w:r>
        <w:separator/>
      </w:r>
    </w:p>
  </w:footnote>
  <w:footnote w:type="continuationSeparator" w:id="0">
    <w:p w:rsidR="009C5398" w:rsidRDefault="009C5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C5445A" w:rsidP="00451003">
    <w:pPr>
      <w:pStyle w:val="Header"/>
      <w:jc w:val="right"/>
      <w:rPr>
        <w:rFonts w:eastAsia="SimSun"/>
      </w:rPr>
    </w:pPr>
    <w:r w:rsidRPr="00975CC3">
      <w:rPr>
        <w:rFonts w:eastAsia="Tahoma"/>
        <w:b/>
        <w:szCs w:val="24"/>
      </w:rPr>
      <w:t>IO/20/CFE/10018</w:t>
    </w:r>
    <w:r w:rsidR="00A737A7">
      <w:rPr>
        <w:rFonts w:eastAsia="Tahoma"/>
        <w:b/>
        <w:szCs w:val="24"/>
      </w:rPr>
      <w:t>838</w:t>
    </w:r>
    <w:r w:rsidRPr="00975CC3">
      <w:rPr>
        <w:rFonts w:eastAsia="Tahoma"/>
        <w:b/>
        <w:szCs w:val="24"/>
      </w:rPr>
      <w:t>/</w:t>
    </w:r>
    <w:r w:rsidR="00C03199">
      <w:rPr>
        <w:rFonts w:eastAsia="Tahoma"/>
        <w:b/>
        <w:szCs w:val="24"/>
      </w:rPr>
      <w:t>MBA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9C5398"/>
    <w:rsid w:val="00005FBA"/>
    <w:rsid w:val="00010B17"/>
    <w:rsid w:val="0001575A"/>
    <w:rsid w:val="00021217"/>
    <w:rsid w:val="00036485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32FD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4982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3FCC"/>
    <w:rsid w:val="00894974"/>
    <w:rsid w:val="008B09FA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5398"/>
    <w:rsid w:val="009F3394"/>
    <w:rsid w:val="00A201B6"/>
    <w:rsid w:val="00A31ACC"/>
    <w:rsid w:val="00A6246F"/>
    <w:rsid w:val="00A71873"/>
    <w:rsid w:val="00A737A7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03199"/>
    <w:rsid w:val="00C36338"/>
    <w:rsid w:val="00C50428"/>
    <w:rsid w:val="00C5445A"/>
    <w:rsid w:val="00C82803"/>
    <w:rsid w:val="00C829F5"/>
    <w:rsid w:val="00CA7499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B6535CC"/>
  <w15:docId w15:val="{F1575538-F509-4519-83F8-8024248C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Technical_Experience_Profile_-_Template_YQ62FP_v1_0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EB5CB-0FAF-4006-A477-5527CB87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(1).dotx</Template>
  <TotalTime>5</TotalTime>
  <Pages>2</Pages>
  <Words>120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Maeda Yo</dc:creator>
  <cp:keywords>EL3</cp:keywords>
  <cp:lastModifiedBy>Benkovska Martina</cp:lastModifiedBy>
  <cp:revision>11</cp:revision>
  <cp:lastPrinted>2017-10-31T13:48:00Z</cp:lastPrinted>
  <dcterms:created xsi:type="dcterms:W3CDTF">2020-01-24T07:57:00Z</dcterms:created>
  <dcterms:modified xsi:type="dcterms:W3CDTF">2020-03-18T15:55:00Z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