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Default="00893FCC" w:rsidP="005D6365">
      <w:pPr>
        <w:pStyle w:val="Annexetitle"/>
      </w:pPr>
      <w:r>
        <w:t>ANNEX II</w:t>
      </w:r>
      <w:r w:rsidR="00451003" w:rsidRPr="00C5445A">
        <w:t xml:space="preserve"> - TECHNICAL EXPERIENCE PROFILE </w:t>
      </w:r>
    </w:p>
    <w:p w:rsidR="00B551F8" w:rsidRPr="00692934" w:rsidRDefault="00B551F8" w:rsidP="00B551F8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  <w:r w:rsidRPr="00692934">
        <w:rPr>
          <w:b/>
          <w:sz w:val="28"/>
          <w:szCs w:val="28"/>
        </w:rPr>
        <w:t>Contract:</w:t>
      </w:r>
      <w:r w:rsidRPr="00692934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Pr="00692934">
        <w:rPr>
          <w:rFonts w:eastAsia="Calibri"/>
          <w:b/>
          <w:bCs/>
          <w:sz w:val="28"/>
          <w:szCs w:val="28"/>
          <w:lang w:eastAsia="ja-JP"/>
        </w:rPr>
        <w:tab/>
      </w:r>
      <w:r>
        <w:rPr>
          <w:rFonts w:eastAsia="Calibri"/>
          <w:b/>
          <w:bCs/>
          <w:sz w:val="28"/>
          <w:szCs w:val="28"/>
          <w:lang w:eastAsia="ja-JP"/>
        </w:rPr>
        <w:t>Thermal Shield flow and thermal analysis update</w:t>
      </w:r>
    </w:p>
    <w:p w:rsidR="00B551F8" w:rsidRPr="00692934" w:rsidRDefault="00B551F8" w:rsidP="00B551F8">
      <w:pPr>
        <w:suppressAutoHyphens/>
        <w:ind w:right="-427"/>
        <w:jc w:val="center"/>
        <w:rPr>
          <w:b/>
          <w:sz w:val="28"/>
          <w:szCs w:val="28"/>
        </w:rPr>
      </w:pPr>
      <w:r w:rsidRPr="00692934">
        <w:rPr>
          <w:b/>
          <w:sz w:val="28"/>
          <w:szCs w:val="28"/>
        </w:rPr>
        <w:t>Reference:</w:t>
      </w:r>
      <w:r w:rsidRPr="00692934">
        <w:rPr>
          <w:b/>
          <w:sz w:val="28"/>
          <w:szCs w:val="28"/>
        </w:rPr>
        <w:tab/>
        <w:t xml:space="preserve"> IO/20/CFE/10018</w:t>
      </w:r>
      <w:r>
        <w:rPr>
          <w:b/>
          <w:sz w:val="28"/>
          <w:szCs w:val="28"/>
        </w:rPr>
        <w:t>634</w:t>
      </w:r>
      <w:r w:rsidRPr="00692934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MBA</w:t>
      </w:r>
    </w:p>
    <w:p w:rsidR="00B551F8" w:rsidRPr="00B551F8" w:rsidRDefault="00B551F8" w:rsidP="00B551F8">
      <w:pPr>
        <w:rPr>
          <w:lang w:eastAsia="en-US"/>
        </w:rPr>
      </w:pPr>
      <w:bookmarkStart w:id="0" w:name="_GoBack"/>
      <w:bookmarkEnd w:id="0"/>
    </w:p>
    <w:p w:rsidR="00BE4950" w:rsidRPr="005D6365" w:rsidRDefault="00BE4950" w:rsidP="003156D3">
      <w:pPr>
        <w:jc w:val="center"/>
        <w:rPr>
          <w:szCs w:val="24"/>
          <w:lang w:val="fr-FR"/>
        </w:rPr>
      </w:pPr>
      <w:r w:rsidRPr="00C5445A">
        <w:rPr>
          <w:szCs w:val="24"/>
          <w:lang w:val="fr-FR"/>
        </w:rPr>
        <w:t>(</w:t>
      </w:r>
      <w:proofErr w:type="gramStart"/>
      <w:r w:rsidRPr="00C5445A">
        <w:rPr>
          <w:szCs w:val="24"/>
          <w:lang w:val="fr-FR"/>
        </w:rPr>
        <w:t>max</w:t>
      </w:r>
      <w:proofErr w:type="gramEnd"/>
      <w:r w:rsidRPr="00C5445A">
        <w:rPr>
          <w:szCs w:val="24"/>
          <w:lang w:val="fr-FR"/>
        </w:rPr>
        <w:t xml:space="preserve"> 5 pages)</w:t>
      </w:r>
    </w:p>
    <w:p w:rsidR="00125B3A" w:rsidRPr="005D6365" w:rsidRDefault="00125B3A" w:rsidP="003156D3">
      <w:pPr>
        <w:spacing w:before="120" w:after="120"/>
        <w:rPr>
          <w:b/>
          <w:szCs w:val="24"/>
          <w:lang w:val="fr-FR"/>
        </w:rPr>
      </w:pPr>
    </w:p>
    <w:p w:rsidR="00125B3A" w:rsidRPr="005D6365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5D6365">
        <w:rPr>
          <w:b/>
          <w:szCs w:val="24"/>
          <w:lang w:val="fr-FR"/>
        </w:rPr>
        <w:t xml:space="preserve">Profile </w:t>
      </w:r>
      <w:proofErr w:type="spellStart"/>
      <w:r w:rsidRPr="005D6365">
        <w:rPr>
          <w:b/>
          <w:szCs w:val="24"/>
          <w:lang w:val="fr-FR"/>
        </w:rPr>
        <w:t>name</w:t>
      </w:r>
      <w:proofErr w:type="spellEnd"/>
      <w:r w:rsidRPr="005D6365">
        <w:rPr>
          <w:b/>
          <w:szCs w:val="24"/>
          <w:lang w:val="fr-FR"/>
        </w:rPr>
        <w:t>:</w:t>
      </w:r>
      <w:r w:rsidR="007842A3" w:rsidRPr="005D6365">
        <w:rPr>
          <w:b/>
          <w:szCs w:val="24"/>
          <w:lang w:val="fr-FR"/>
        </w:rPr>
        <w:tab/>
      </w:r>
      <w:r w:rsidR="002B0B09" w:rsidRPr="005D6365">
        <w:rPr>
          <w:b/>
          <w:szCs w:val="24"/>
          <w:lang w:val="fr-FR"/>
        </w:rPr>
        <w:tab/>
      </w:r>
    </w:p>
    <w:p w:rsidR="00125B3A" w:rsidRPr="005D6365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398" w:rsidRDefault="009C5398">
      <w:r>
        <w:separator/>
      </w:r>
    </w:p>
  </w:endnote>
  <w:endnote w:type="continuationSeparator" w:id="0">
    <w:p w:rsidR="009C5398" w:rsidRDefault="009C5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B551F8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B551F8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B551F8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B551F8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398" w:rsidRDefault="009C5398">
      <w:r>
        <w:separator/>
      </w:r>
    </w:p>
  </w:footnote>
  <w:footnote w:type="continuationSeparator" w:id="0">
    <w:p w:rsidR="009C5398" w:rsidRDefault="009C53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51003" w:rsidRDefault="00C5445A" w:rsidP="00451003">
    <w:pPr>
      <w:pStyle w:val="Header"/>
      <w:jc w:val="right"/>
      <w:rPr>
        <w:rFonts w:eastAsia="SimSun"/>
      </w:rPr>
    </w:pPr>
    <w:r w:rsidRPr="00975CC3">
      <w:rPr>
        <w:rFonts w:eastAsia="Tahoma"/>
        <w:b/>
        <w:szCs w:val="24"/>
      </w:rPr>
      <w:t>IO/20/CFE/10018</w:t>
    </w:r>
    <w:r w:rsidR="00C03199">
      <w:rPr>
        <w:rFonts w:eastAsia="Tahoma"/>
        <w:b/>
        <w:szCs w:val="24"/>
      </w:rPr>
      <w:t>634</w:t>
    </w:r>
    <w:r w:rsidRPr="00975CC3">
      <w:rPr>
        <w:rFonts w:eastAsia="Tahoma"/>
        <w:b/>
        <w:szCs w:val="24"/>
      </w:rPr>
      <w:t>/</w:t>
    </w:r>
    <w:r w:rsidR="00C03199">
      <w:rPr>
        <w:rFonts w:eastAsia="Tahoma"/>
        <w:b/>
        <w:szCs w:val="24"/>
      </w:rPr>
      <w:t>MBA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ctiveWritingStyle w:appName="MSWord" w:lang="en-GB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9C5398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3FCC"/>
    <w:rsid w:val="00894974"/>
    <w:rsid w:val="008B09FA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C5398"/>
    <w:rsid w:val="009F3394"/>
    <w:rsid w:val="00A201B6"/>
    <w:rsid w:val="00A31ACC"/>
    <w:rsid w:val="00A6246F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1F8"/>
    <w:rsid w:val="00B552FD"/>
    <w:rsid w:val="00B65B68"/>
    <w:rsid w:val="00B82BFB"/>
    <w:rsid w:val="00BB34CA"/>
    <w:rsid w:val="00BB4D35"/>
    <w:rsid w:val="00BC3140"/>
    <w:rsid w:val="00BD7504"/>
    <w:rsid w:val="00BE4950"/>
    <w:rsid w:val="00C03199"/>
    <w:rsid w:val="00C36338"/>
    <w:rsid w:val="00C50428"/>
    <w:rsid w:val="00C5445A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3F45886B"/>
  <w15:docId w15:val="{F1575538-F509-4519-83F8-8024248CA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eday1\AppData\Local\Packages\Microsoft.MicrosoftEdge_8wekyb3d8bbwe\TempState\Downloads\Technical_Experience_Profile_-_Template_YQ62FP_v1_0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E8CC7-2FE2-44F9-B2FE-203D7A3CE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 (1).dotx</Template>
  <TotalTime>2</TotalTime>
  <Pages>2</Pages>
  <Words>105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Maeda Yo</dc:creator>
  <cp:keywords>EL3</cp:keywords>
  <cp:lastModifiedBy>Benkovska Martina</cp:lastModifiedBy>
  <cp:revision>7</cp:revision>
  <cp:lastPrinted>2017-10-31T13:48:00Z</cp:lastPrinted>
  <dcterms:created xsi:type="dcterms:W3CDTF">2020-01-24T07:57:00Z</dcterms:created>
  <dcterms:modified xsi:type="dcterms:W3CDTF">2020-02-14T15:12:00Z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